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0B6" w:rsidRDefault="00C220B6" w:rsidP="00C0599E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15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76-80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C220B6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220B6" w:rsidRPr="0014740A" w:rsidRDefault="00C220B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220B6" w:rsidRPr="0014740A" w:rsidRDefault="00C220B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220B6" w:rsidRPr="0014740A" w:rsidRDefault="00C220B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220B6" w:rsidRPr="0014740A" w:rsidRDefault="00C220B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220B6" w:rsidRPr="0014740A" w:rsidRDefault="00C220B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C220B6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220B6" w:rsidRPr="00D25996" w:rsidRDefault="00C220B6" w:rsidP="007C2408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Talking about habits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220B6" w:rsidRPr="00D25996" w:rsidRDefault="00C220B6" w:rsidP="007C2408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habit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scratch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cheat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steal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plump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coal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lead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steady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20B6" w:rsidRPr="00D25996" w:rsidRDefault="00C220B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C220B6" w:rsidRPr="00D25996" w:rsidRDefault="00C220B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C220B6" w:rsidRPr="00D25996" w:rsidRDefault="00C220B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C220B6" w:rsidRDefault="00C220B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C220B6" w:rsidRPr="00D25996" w:rsidRDefault="00C220B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C220B6" w:rsidRPr="00D25996" w:rsidRDefault="00C220B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220B6" w:rsidRPr="00D25996" w:rsidRDefault="00C220B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C220B6" w:rsidRPr="00D25996" w:rsidRDefault="00C220B6" w:rsidP="007C2408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-Talking about habits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20B6" w:rsidRPr="00D25996" w:rsidRDefault="00C220B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C220B6" w:rsidRPr="00D25996" w:rsidRDefault="00C220B6" w:rsidP="007C2408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-Comparison: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 xml:space="preserve">as </w:t>
            </w:r>
            <w:proofErr w:type="spellStart"/>
            <w:r>
              <w:rPr>
                <w:rFonts w:cs="Times New Roman"/>
                <w:b w:val="0"/>
                <w:bCs w:val="0"/>
                <w:sz w:val="32"/>
                <w:szCs w:val="32"/>
              </w:rPr>
              <w:t>adj</w:t>
            </w:r>
            <w:proofErr w:type="spellEnd"/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as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-suffix -</w:t>
            </w:r>
            <w:proofErr w:type="spellStart"/>
            <w:r>
              <w:rPr>
                <w:rFonts w:cs="Times New Roman"/>
                <w:b w:val="0"/>
                <w:bCs w:val="0"/>
                <w:sz w:val="32"/>
                <w:szCs w:val="32"/>
              </w:rPr>
              <w:t>er</w:t>
            </w:r>
            <w:proofErr w:type="spellEnd"/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0D4011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011" w:rsidRDefault="000D4011" w:rsidP="000D4011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D4011"/>
    <w:rsid w:val="0014740A"/>
    <w:rsid w:val="001960A2"/>
    <w:rsid w:val="001F1BBD"/>
    <w:rsid w:val="002056FE"/>
    <w:rsid w:val="00224DED"/>
    <w:rsid w:val="002B3004"/>
    <w:rsid w:val="00362EAD"/>
    <w:rsid w:val="003A79A0"/>
    <w:rsid w:val="0041748F"/>
    <w:rsid w:val="00463E20"/>
    <w:rsid w:val="004774C0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8D7F9D"/>
    <w:rsid w:val="008E72A2"/>
    <w:rsid w:val="009551E2"/>
    <w:rsid w:val="0097273C"/>
    <w:rsid w:val="00993326"/>
    <w:rsid w:val="00A54367"/>
    <w:rsid w:val="00B03F00"/>
    <w:rsid w:val="00B6300C"/>
    <w:rsid w:val="00B74004"/>
    <w:rsid w:val="00BA0C4A"/>
    <w:rsid w:val="00C0599E"/>
    <w:rsid w:val="00C220B6"/>
    <w:rsid w:val="00C64A78"/>
    <w:rsid w:val="00CE67F4"/>
    <w:rsid w:val="00D25996"/>
    <w:rsid w:val="00D47918"/>
    <w:rsid w:val="00DC6F25"/>
    <w:rsid w:val="00E2655A"/>
    <w:rsid w:val="00EA4205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2B30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2017-02-11T07:30:00Z</dcterms:created>
  <dcterms:modified xsi:type="dcterms:W3CDTF">2017-02-12T11:33:00Z</dcterms:modified>
</cp:coreProperties>
</file>